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14F" w:rsidRDefault="00B81500" w:rsidP="009B1B2F">
      <w:pPr>
        <w:pStyle w:val="berschrift1"/>
      </w:pPr>
      <w:r>
        <w:t xml:space="preserve">Anmeldung zur </w:t>
      </w:r>
      <w:r w:rsidR="00E554C3">
        <w:t>Zertifikats</w:t>
      </w:r>
      <w:r>
        <w:t>-Prüfung</w:t>
      </w:r>
    </w:p>
    <w:p w:rsidR="009B1B2F" w:rsidRDefault="009B1B2F">
      <w:pPr>
        <w:sectPr w:rsidR="009B1B2F">
          <w:pgSz w:w="11906" w:h="16838"/>
          <w:pgMar w:top="1417" w:right="1417" w:bottom="1134" w:left="1417" w:header="708" w:footer="708" w:gutter="0"/>
          <w:cols w:space="708"/>
          <w:formProt w:val="0"/>
          <w:docGrid w:linePitch="360"/>
        </w:sectPr>
      </w:pPr>
    </w:p>
    <w:p w:rsidR="00B81500" w:rsidRDefault="00B8150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81500" w:rsidTr="00B81500">
        <w:tc>
          <w:tcPr>
            <w:tcW w:w="4531" w:type="dxa"/>
          </w:tcPr>
          <w:p w:rsidR="00B81500" w:rsidRDefault="00B81500" w:rsidP="002E3D48">
            <w:r>
              <w:t>Vorname:</w:t>
            </w:r>
            <w:r w:rsidR="0098163C">
              <w:t xml:space="preserve"> </w:t>
            </w:r>
            <w:r w:rsidR="0098163C">
              <w:fldChar w:fldCharType="begin">
                <w:ffData>
                  <w:name w:val="Text1"/>
                  <w:enabled/>
                  <w:calcOnExit w:val="0"/>
                  <w:statusText w:type="text" w:val="Bitte geben Sie max. 2 Vornamen ein"/>
                  <w:textInput/>
                </w:ffData>
              </w:fldChar>
            </w:r>
            <w:bookmarkStart w:id="0" w:name="Text1"/>
            <w:r w:rsidR="0098163C">
              <w:instrText xml:space="preserve"> FORMTEXT </w:instrText>
            </w:r>
            <w:r w:rsidR="0098163C">
              <w:fldChar w:fldCharType="separate"/>
            </w:r>
            <w:r w:rsidR="002E3D48">
              <w:rPr>
                <w:noProof/>
              </w:rPr>
              <w:t>Gerda</w:t>
            </w:r>
            <w:r w:rsidR="0098163C">
              <w:fldChar w:fldCharType="end"/>
            </w:r>
            <w:bookmarkEnd w:id="0"/>
          </w:p>
        </w:tc>
        <w:tc>
          <w:tcPr>
            <w:tcW w:w="4531" w:type="dxa"/>
          </w:tcPr>
          <w:p w:rsidR="00E554C3" w:rsidRDefault="00B81500">
            <w:pPr>
              <w:rPr>
                <w:noProof/>
              </w:rPr>
            </w:pPr>
            <w:r>
              <w:t>Nachname:</w:t>
            </w:r>
            <w:r w:rsidR="0098163C">
              <w:t xml:space="preserve"> </w:t>
            </w:r>
            <w:r w:rsidR="0098163C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="0098163C">
              <w:instrText xml:space="preserve"> FORMTEXT </w:instrText>
            </w:r>
            <w:r w:rsidR="0098163C">
              <w:fldChar w:fldCharType="separate"/>
            </w:r>
            <w:r w:rsidR="002E3D48">
              <w:rPr>
                <w:noProof/>
              </w:rPr>
              <w:t>Huber</w:t>
            </w:r>
          </w:p>
          <w:p w:rsidR="00B81500" w:rsidRDefault="0098163C">
            <w:r>
              <w:fldChar w:fldCharType="end"/>
            </w:r>
            <w:bookmarkEnd w:id="1"/>
          </w:p>
        </w:tc>
      </w:tr>
      <w:tr w:rsidR="00B81500" w:rsidTr="00B81500">
        <w:tc>
          <w:tcPr>
            <w:tcW w:w="4531" w:type="dxa"/>
          </w:tcPr>
          <w:p w:rsidR="00B81500" w:rsidRDefault="00B81500">
            <w:r>
              <w:t>Datum der Anmeldung:</w:t>
            </w:r>
            <w:r w:rsidR="0098163C">
              <w:t xml:space="preserve"> </w:t>
            </w:r>
            <w:r w:rsidR="0098163C">
              <w:fldChar w:fldCharType="begin"/>
            </w:r>
            <w:r w:rsidR="0098163C">
              <w:instrText xml:space="preserve"> TIME \@ "dd.MM.yyyy" </w:instrText>
            </w:r>
            <w:r w:rsidR="0098163C">
              <w:fldChar w:fldCharType="separate"/>
            </w:r>
            <w:r w:rsidR="00027D23">
              <w:rPr>
                <w:noProof/>
              </w:rPr>
              <w:t>31.07.2016</w:t>
            </w:r>
            <w:r w:rsidR="0098163C">
              <w:fldChar w:fldCharType="end"/>
            </w:r>
          </w:p>
          <w:p w:rsidR="009A26AD" w:rsidRDefault="009A26AD"/>
        </w:tc>
        <w:tc>
          <w:tcPr>
            <w:tcW w:w="4531" w:type="dxa"/>
          </w:tcPr>
          <w:p w:rsidR="00B81500" w:rsidRDefault="00E554C3">
            <w:r>
              <w:t xml:space="preserve">Vorprüfung </w:t>
            </w:r>
            <w:r w:rsidR="00B81500">
              <w:t xml:space="preserve"> vorhanden:</w:t>
            </w:r>
            <w:r w:rsidR="0098163C">
              <w:t xml:space="preserve"> </w:t>
            </w:r>
            <w:r w:rsidR="0098163C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2" w:name="Kontrollkästchen1"/>
            <w:r w:rsidR="0098163C">
              <w:instrText xml:space="preserve"> FORMCHECKBOX </w:instrText>
            </w:r>
            <w:r w:rsidR="00027D23">
              <w:fldChar w:fldCharType="separate"/>
            </w:r>
            <w:r w:rsidR="0098163C">
              <w:fldChar w:fldCharType="end"/>
            </w:r>
            <w:bookmarkEnd w:id="2"/>
          </w:p>
          <w:p w:rsidR="009A26AD" w:rsidRDefault="009A26AD"/>
        </w:tc>
      </w:tr>
      <w:tr w:rsidR="00B81500" w:rsidTr="00B81500">
        <w:tc>
          <w:tcPr>
            <w:tcW w:w="4531" w:type="dxa"/>
          </w:tcPr>
          <w:p w:rsidR="00B81500" w:rsidRDefault="00B81500" w:rsidP="0098163C">
            <w:r>
              <w:t>Datum der Prüfung:</w:t>
            </w:r>
            <w:r w:rsidR="0098163C">
              <w:t xml:space="preserve"> </w:t>
            </w:r>
            <w:r w:rsidR="009D51A5">
              <w:fldChar w:fldCharType="begin">
                <w:ffData>
                  <w:name w:val="Text3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3" w:name="Text3"/>
            <w:r w:rsidR="009D51A5">
              <w:instrText xml:space="preserve"> FORMTEXT </w:instrText>
            </w:r>
            <w:r w:rsidR="009D51A5">
              <w:fldChar w:fldCharType="separate"/>
            </w:r>
            <w:r w:rsidR="009D51A5">
              <w:rPr>
                <w:noProof/>
              </w:rPr>
              <w:t>30.09.2016</w:t>
            </w:r>
            <w:r w:rsidR="009D51A5">
              <w:fldChar w:fldCharType="end"/>
            </w:r>
            <w:bookmarkEnd w:id="3"/>
          </w:p>
          <w:p w:rsidR="009A26AD" w:rsidRDefault="009A26AD" w:rsidP="0098163C"/>
        </w:tc>
        <w:tc>
          <w:tcPr>
            <w:tcW w:w="4531" w:type="dxa"/>
          </w:tcPr>
          <w:p w:rsidR="00B81500" w:rsidRDefault="009A26AD" w:rsidP="009A26AD">
            <w:r>
              <w:t>Zertifikat</w:t>
            </w:r>
            <w:r w:rsidR="00B81500">
              <w:t>:</w:t>
            </w:r>
            <w:r w:rsidR="0098163C">
              <w:t xml:space="preserve"> </w:t>
            </w:r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Word"/>
                    <w:listEntry w:val="Excel"/>
                    <w:listEntry w:val="Access"/>
                    <w:listEntry w:val="PowerPoint"/>
                  </w:ddList>
                </w:ffData>
              </w:fldChar>
            </w:r>
            <w:bookmarkStart w:id="4" w:name="Dropdown1"/>
            <w:r>
              <w:instrText xml:space="preserve"> FORMDROPDOWN </w:instrText>
            </w:r>
            <w:r w:rsidR="00027D23">
              <w:fldChar w:fldCharType="separate"/>
            </w:r>
            <w:r>
              <w:fldChar w:fldCharType="end"/>
            </w:r>
            <w:bookmarkEnd w:id="4"/>
          </w:p>
          <w:p w:rsidR="009A26AD" w:rsidRDefault="009A26AD" w:rsidP="009A26AD"/>
        </w:tc>
      </w:tr>
      <w:tr w:rsidR="00B81500" w:rsidTr="00B81500">
        <w:tc>
          <w:tcPr>
            <w:tcW w:w="4531" w:type="dxa"/>
          </w:tcPr>
          <w:p w:rsidR="00B81500" w:rsidRDefault="00B81500" w:rsidP="009A26AD">
            <w:r>
              <w:t>Version:</w:t>
            </w:r>
            <w:r w:rsidR="0098163C">
              <w:t xml:space="preserve"> </w:t>
            </w:r>
            <w:bookmarkStart w:id="5" w:name="_GoBack"/>
            <w:r w:rsidR="009D51A5">
              <w:fldChar w:fldCharType="begin">
                <w:ffData>
                  <w:name w:val="Dropdown2"/>
                  <w:enabled/>
                  <w:calcOnExit w:val="0"/>
                  <w:ddList>
                    <w:listEntry w:val="Office 2016"/>
                    <w:listEntry w:val="Office 2013"/>
                    <w:listEntry w:val="Office 2010"/>
                    <w:listEntry w:val="OpenOffice 2.0"/>
                  </w:ddList>
                </w:ffData>
              </w:fldChar>
            </w:r>
            <w:bookmarkStart w:id="6" w:name="Dropdown2"/>
            <w:r w:rsidR="009D51A5">
              <w:instrText xml:space="preserve"> FORMDROPDOWN </w:instrText>
            </w:r>
            <w:r w:rsidR="00027D23">
              <w:fldChar w:fldCharType="separate"/>
            </w:r>
            <w:r w:rsidR="009D51A5">
              <w:fldChar w:fldCharType="end"/>
            </w:r>
            <w:bookmarkEnd w:id="6"/>
            <w:bookmarkEnd w:id="5"/>
          </w:p>
          <w:p w:rsidR="009A26AD" w:rsidRDefault="009A26AD" w:rsidP="009A26AD"/>
        </w:tc>
        <w:tc>
          <w:tcPr>
            <w:tcW w:w="4531" w:type="dxa"/>
          </w:tcPr>
          <w:p w:rsidR="00B81500" w:rsidRDefault="00B81500"/>
        </w:tc>
      </w:tr>
    </w:tbl>
    <w:p w:rsidR="009B1B2F" w:rsidRDefault="009B1B2F">
      <w:pPr>
        <w:sectPr w:rsidR="009B1B2F" w:rsidSect="009B1B2F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B81500" w:rsidRDefault="00B81500"/>
    <w:p w:rsidR="00B81500" w:rsidRDefault="00B81500"/>
    <w:p w:rsidR="00B81500" w:rsidRDefault="00B81500">
      <w:r>
        <w:t>Weitere Notizen:</w:t>
      </w:r>
    </w:p>
    <w:p w:rsidR="009A26AD" w:rsidRDefault="009A26AD"/>
    <w:p w:rsidR="009A26AD" w:rsidRDefault="009A26AD"/>
    <w:sectPr w:rsidR="009A26AD" w:rsidSect="009B1B2F">
      <w:type w:val="continuous"/>
      <w:pgSz w:w="11906" w:h="16838"/>
      <w:pgMar w:top="1417" w:right="1417" w:bottom="1134" w:left="1417" w:header="708" w:footer="708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D48"/>
    <w:rsid w:val="00021061"/>
    <w:rsid w:val="00022EDB"/>
    <w:rsid w:val="00027D23"/>
    <w:rsid w:val="002E3D48"/>
    <w:rsid w:val="00875D2C"/>
    <w:rsid w:val="0098163C"/>
    <w:rsid w:val="009A26AD"/>
    <w:rsid w:val="009B1B2F"/>
    <w:rsid w:val="009D51A5"/>
    <w:rsid w:val="00B1114F"/>
    <w:rsid w:val="00B81500"/>
    <w:rsid w:val="00CC4D6D"/>
    <w:rsid w:val="00E5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BFD74F-7E80-4B3D-A7B8-F3CC1380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B1B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81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9B1B2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Anwendertraining%20Win8%20mit%20Off2013\Aufbau\Word%202013%20Aufbau%20-%20L&#246;sungen\&#220;bungsvorlagen\Anmeldeformular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Anmeldeformular.dotx</Template>
  <TotalTime>0</TotalTime>
  <Pages>1</Pages>
  <Words>45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Office 2016</dc:subject>
  <dc:creator>Team ALGE</dc:creator>
  <cp:lastModifiedBy>Büro</cp:lastModifiedBy>
  <cp:revision>4</cp:revision>
  <dcterms:created xsi:type="dcterms:W3CDTF">2013-09-21T14:22:00Z</dcterms:created>
  <dcterms:modified xsi:type="dcterms:W3CDTF">2016-07-31T10:01:00Z</dcterms:modified>
</cp:coreProperties>
</file>